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Default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B7B51" w:rsidRPr="003B7B51" w:rsidRDefault="003B7B51" w:rsidP="003B7B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3B7B51" w:rsidRPr="003619E8" w:rsidRDefault="003B7B51" w:rsidP="003B7B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49.85pt;margin-top:6.95pt;width:19.35pt;height:2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" filled="f" stroked="f" strokeweight=".5pt">
                <v:textbox inset="0,0,0,0">
                  <w:txbxContent>
                    <w:p w:rsidR="003B7B51" w:rsidRPr="003B7B51" w:rsidRDefault="003B7B51" w:rsidP="003B7B51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3B7B51" w:rsidRPr="003619E8" w:rsidRDefault="003B7B51" w:rsidP="003B7B51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B7B51" w:rsidRPr="003B7B51" w:rsidRDefault="003B7B51" w:rsidP="003B7B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3B7B51" w:rsidRPr="003619E8" w:rsidRDefault="003B7B51" w:rsidP="003B7B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20.95pt;margin-top:6.4pt;width:19.35pt;height:20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" filled="f" stroked="f" strokeweight=".5pt">
                <v:textbox inset="0,0,0,0">
                  <w:txbxContent>
                    <w:p w:rsidR="003B7B51" w:rsidRPr="003B7B51" w:rsidRDefault="003B7B51" w:rsidP="003B7B51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3B7B51" w:rsidRPr="003619E8" w:rsidRDefault="003B7B51" w:rsidP="003B7B51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7B5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B7B51" w:rsidRPr="003B7B51" w:rsidRDefault="003B7B51" w:rsidP="003B7B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3B7B51" w:rsidRPr="003619E8" w:rsidRDefault="003B7B51" w:rsidP="003B7B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8.5pt;margin-top:6.5pt;width:19.35pt;height:20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" filled="f" stroked="f" strokeweight=".5pt">
                <v:textbox inset="0,0,0,0">
                  <w:txbxContent>
                    <w:p w:rsidR="003B7B51" w:rsidRPr="003B7B51" w:rsidRDefault="003B7B51" w:rsidP="003B7B51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3B7B51" w:rsidRPr="003619E8" w:rsidRDefault="003B7B51" w:rsidP="003B7B51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A3343" w:rsidRDefault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4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3343" w:rsidRDefault="002A3343">
      <w:pPr>
        <w:rPr>
          <w:rFonts w:ascii="Arial" w:hAnsi="Arial" w:cs="Arial"/>
          <w:sz w:val="28"/>
        </w:rPr>
      </w:pPr>
    </w:p>
    <w:p w:rsidR="002A3343" w:rsidRDefault="002A3343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62482D" wp14:editId="48778EBC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2482D" id="_x0000_s1029" type="#_x0000_t202" style="position:absolute;margin-left:249.85pt;margin-top:6.95pt;width:19.35pt;height:20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AB9877" wp14:editId="2B04E2BA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B9877" id="_x0000_s1030" type="#_x0000_t202" style="position:absolute;margin-left:120.95pt;margin-top:6.4pt;width:19.35pt;height:20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7AB6B5" wp14:editId="7FC04658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AB6B5" id="_x0000_s1031" type="#_x0000_t202" style="position:absolute;margin-left:-8.5pt;margin-top:6.5pt;width:19.35pt;height:2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73600" behindDoc="0" locked="0" layoutInCell="1" allowOverlap="1" wp14:anchorId="0E57A345" wp14:editId="531F46F0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32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16C" w:rsidRDefault="0049516C" w:rsidP="0049516C">
      <w:pPr>
        <w:rPr>
          <w:rFonts w:ascii="Arial" w:hAnsi="Arial" w:cs="Arial"/>
          <w:sz w:val="28"/>
        </w:rPr>
      </w:pPr>
    </w:p>
    <w:p w:rsidR="002A3343" w:rsidRDefault="002A3343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62482D" wp14:editId="48778EBC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3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2482D" id="_x0000_s1032" type="#_x0000_t202" style="position:absolute;margin-left:249.85pt;margin-top:6.95pt;width:19.35pt;height:20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AB9877" wp14:editId="2B04E2BA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B9877" id="_x0000_s1033" type="#_x0000_t202" style="position:absolute;margin-left:120.95pt;margin-top:6.4pt;width:19.35pt;height:20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7AB6B5" wp14:editId="7FC04658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3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AB6B5" id="_x0000_s1034" type="#_x0000_t202" style="position:absolute;margin-left:-8.5pt;margin-top:6.5pt;width:19.35pt;height:20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78720" behindDoc="0" locked="0" layoutInCell="1" allowOverlap="1" wp14:anchorId="0E57A345" wp14:editId="531F46F0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36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62482D" wp14:editId="48778EBC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3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2482D" id="_x0000_s1035" type="#_x0000_t202" style="position:absolute;margin-left:249.85pt;margin-top:6.95pt;width:19.35pt;height:20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AB9877" wp14:editId="2B04E2BA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3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B9877" id="_x0000_s1036" type="#_x0000_t202" style="position:absolute;margin-left:120.95pt;margin-top:6.4pt;width:19.35pt;height:20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7AB6B5" wp14:editId="7FC04658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3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AB6B5" id="_x0000_s1037" type="#_x0000_t202" style="position:absolute;margin-left:-8.5pt;margin-top:6.5pt;width:19.35pt;height:20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83840" behindDoc="0" locked="0" layoutInCell="1" allowOverlap="1" wp14:anchorId="0E57A345" wp14:editId="531F46F0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40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62482D" wp14:editId="48778EBC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4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2482D" id="_x0000_s1038" type="#_x0000_t202" style="position:absolute;margin-left:249.85pt;margin-top:6.95pt;width:19.35pt;height:20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DAB9877" wp14:editId="2B04E2BA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B9877" id="_x0000_s1039" type="#_x0000_t202" style="position:absolute;margin-left:120.95pt;margin-top:6.4pt;width:19.35pt;height:20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7AB6B5" wp14:editId="7FC04658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4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AB6B5" id="_x0000_s1040" type="#_x0000_t202" style="position:absolute;margin-left:-8.5pt;margin-top:6.5pt;width:19.35pt;height:20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88960" behindDoc="0" locked="0" layoutInCell="1" allowOverlap="1" wp14:anchorId="0E57A345" wp14:editId="531F46F0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44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47AAD0C" wp14:editId="014D93CF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4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AAD0C" id="_x0000_s1041" type="#_x0000_t202" style="position:absolute;margin-left:249.85pt;margin-top:6.95pt;width:19.35pt;height:20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2C15A3" wp14:editId="6E46D2D9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4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C15A3" id="_x0000_s1042" type="#_x0000_t202" style="position:absolute;margin-left:120.95pt;margin-top:6.4pt;width:19.35pt;height:20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13C2DC" wp14:editId="47274312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4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3C2DC" id="_x0000_s1043" type="#_x0000_t202" style="position:absolute;margin-left:-8.5pt;margin-top:6.5pt;width:19.35pt;height:20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94080" behindDoc="0" locked="0" layoutInCell="1" allowOverlap="1" wp14:anchorId="4844D883" wp14:editId="143304AA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60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446B6E4" wp14:editId="27E30718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6B6E4" id="_x0000_s1044" type="#_x0000_t202" style="position:absolute;margin-left:249.85pt;margin-top:6.95pt;width:19.35pt;height:20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93FB62" wp14:editId="071FCC60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4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3FB62" id="_x0000_s1045" type="#_x0000_t202" style="position:absolute;margin-left:120.95pt;margin-top:6.4pt;width:19.35pt;height:20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F03652" wp14:editId="3F60D183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5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03652" id="_x0000_s1046" type="#_x0000_t202" style="position:absolute;margin-left:-8.5pt;margin-top:6.5pt;width:19.35pt;height:20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98176" behindDoc="0" locked="0" layoutInCell="1" allowOverlap="1" wp14:anchorId="005273BF" wp14:editId="762F221A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61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93C36BC" wp14:editId="660C92C0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C36BC" id="_x0000_s1047" type="#_x0000_t202" style="position:absolute;margin-left:249.85pt;margin-top:6.95pt;width:19.35pt;height:20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66C265" wp14:editId="003C4CBA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5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6C265" id="_x0000_s1048" type="#_x0000_t202" style="position:absolute;margin-left:120.95pt;margin-top:6.4pt;width:19.35pt;height:20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458193E" wp14:editId="62CD36AA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8193E" id="_x0000_s1049" type="#_x0000_t202" style="position:absolute;margin-left:-8.5pt;margin-top:6.5pt;width:19.35pt;height:20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702272" behindDoc="0" locked="0" layoutInCell="1" allowOverlap="1" wp14:anchorId="75B7097F" wp14:editId="09F44301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62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ABB2632" wp14:editId="78B54C23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5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B2632" id="_x0000_s1050" type="#_x0000_t202" style="position:absolute;margin-left:249.85pt;margin-top:6.95pt;width:19.35pt;height:20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E36E435" wp14:editId="7ADDAB14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5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6E435" id="_x0000_s1051" type="#_x0000_t202" style="position:absolute;margin-left:120.95pt;margin-top:6.4pt;width:19.35pt;height:20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4F918B3" wp14:editId="03355D61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5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918B3" id="_x0000_s1052" type="#_x0000_t202" style="position:absolute;margin-left:-8.5pt;margin-top:6.5pt;width:19.35pt;height:20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706368" behindDoc="0" locked="0" layoutInCell="1" allowOverlap="1" wp14:anchorId="314BF741" wp14:editId="4A59481D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63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E3066A9" wp14:editId="01DF5157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5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066A9" id="_x0000_s1053" type="#_x0000_t202" style="position:absolute;margin-left:249.85pt;margin-top:6.95pt;width:19.35pt;height:20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F403851" wp14:editId="0DBD60BC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5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03851" id="_x0000_s1054" type="#_x0000_t202" style="position:absolute;margin-left:120.95pt;margin-top:6.4pt;width:19.35pt;height:20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534C6AB" wp14:editId="44B654B4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5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4C6AB" id="_x0000_s1055" type="#_x0000_t202" style="position:absolute;margin-left:-8.5pt;margin-top:6.5pt;width:19.35pt;height:20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710464" behindDoc="0" locked="0" layoutInCell="1" allowOverlap="1" wp14:anchorId="21DC5B47" wp14:editId="1DA67D20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64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16C" w:rsidRDefault="0049516C" w:rsidP="0049516C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49516C" w:rsidSect="0049516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51"/>
    <w:rsid w:val="001D645B"/>
    <w:rsid w:val="002A3343"/>
    <w:rsid w:val="003B7B51"/>
    <w:rsid w:val="0049516C"/>
    <w:rsid w:val="005175A3"/>
    <w:rsid w:val="005F7238"/>
    <w:rsid w:val="007E024D"/>
    <w:rsid w:val="00F2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F9224-FC9A-4727-ACF5-01517F84E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B51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5</TotalTime>
  <Pages>1</Pages>
  <Words>12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dcterms:created xsi:type="dcterms:W3CDTF">2016-11-30T15:06:00Z</dcterms:created>
  <dcterms:modified xsi:type="dcterms:W3CDTF">2019-07-17T17:02:00Z</dcterms:modified>
</cp:coreProperties>
</file>